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B6E9B0B"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w:t>
      </w:r>
      <w:r w:rsidR="00FE43E3">
        <w:rPr>
          <w:rFonts w:ascii="Verdana" w:eastAsia="Verdana" w:hAnsi="Verdana" w:cs="Times New Roman"/>
          <w:b/>
        </w:rPr>
        <w:t xml:space="preserve"> SWZ -  FORMULARZ OFERTY  </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1634A8BA" w14:textId="77777777" w:rsidR="00FE43E3" w:rsidRPr="00FE43E3" w:rsidRDefault="00B67D39" w:rsidP="00FE43E3">
            <w:pPr>
              <w:spacing w:before="120" w:after="120"/>
              <w:contextualSpacing/>
              <w:jc w:val="center"/>
              <w:rPr>
                <w:rFonts w:cstheme="minorHAnsi"/>
                <w:b/>
              </w:rPr>
            </w:pPr>
            <w:r w:rsidRPr="006B56FD">
              <w:rPr>
                <w:rFonts w:asciiTheme="minorHAnsi" w:hAnsiTheme="minorHAnsi" w:cstheme="minorHAnsi"/>
                <w:b/>
              </w:rPr>
              <w:t xml:space="preserve">PGE Dystrybucja S.A. Oddział </w:t>
            </w:r>
            <w:r w:rsidR="00FE43E3" w:rsidRPr="00FE43E3">
              <w:rPr>
                <w:rFonts w:cstheme="minorHAnsi"/>
                <w:b/>
              </w:rPr>
              <w:t>Łódź</w:t>
            </w:r>
          </w:p>
          <w:p w14:paraId="3F4CA6ED" w14:textId="7D39968C" w:rsidR="00B67D39" w:rsidRPr="006B56FD" w:rsidRDefault="00FE43E3" w:rsidP="00FE43E3">
            <w:pPr>
              <w:spacing w:line="360" w:lineRule="auto"/>
              <w:jc w:val="center"/>
              <w:rPr>
                <w:rFonts w:asciiTheme="minorHAnsi" w:eastAsiaTheme="majorEastAsia" w:hAnsiTheme="minorHAnsi" w:cstheme="minorHAnsi"/>
                <w:i/>
                <w:iCs/>
              </w:rPr>
            </w:pPr>
            <w:r w:rsidRPr="00FE43E3">
              <w:rPr>
                <w:rFonts w:asciiTheme="minorHAnsi" w:hAnsiTheme="minorHAnsi" w:cstheme="minorHAnsi"/>
                <w:b/>
              </w:rPr>
              <w:t>90-021 Łódź, ul. Tuwima 58</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45E0F981" w14:textId="209B9F65" w:rsidR="00A62B4C" w:rsidRPr="00B67D39" w:rsidRDefault="00B67D39" w:rsidP="00F37BC2">
      <w:pPr>
        <w:spacing w:after="120"/>
        <w:jc w:val="both"/>
        <w:rPr>
          <w:rFonts w:eastAsia="Verdana" w:cs="Times New Roman"/>
          <w:szCs w:val="18"/>
        </w:rPr>
      </w:pPr>
      <w:r w:rsidRPr="00B67D39">
        <w:rPr>
          <w:rFonts w:cstheme="minorHAnsi"/>
          <w:szCs w:val="18"/>
          <w:lang w:eastAsia="pl-PL"/>
        </w:rPr>
        <w:t xml:space="preserve">Dotyczy postępowania zakupowego nr </w:t>
      </w:r>
      <w:r w:rsidR="002762C4" w:rsidRPr="002762C4">
        <w:rPr>
          <w:rFonts w:cstheme="minorHAnsi"/>
          <w:b/>
          <w:szCs w:val="18"/>
          <w:lang w:eastAsia="pl-PL"/>
        </w:rPr>
        <w:t>POST/DYS/OLD/GZ/04350/2025</w:t>
      </w:r>
      <w:r w:rsidR="002762C4">
        <w:rPr>
          <w:rFonts w:cstheme="minorHAnsi"/>
          <w:b/>
          <w:szCs w:val="18"/>
          <w:lang w:eastAsia="pl-PL"/>
        </w:rPr>
        <w:t xml:space="preserve"> </w:t>
      </w:r>
      <w:r w:rsidRPr="00B67D39">
        <w:rPr>
          <w:rFonts w:cstheme="minorHAnsi"/>
          <w:szCs w:val="18"/>
          <w:lang w:eastAsia="pl-PL"/>
        </w:rPr>
        <w:t xml:space="preserve">prowadzonego w trybie przetargu nieograniczonego pn.  </w:t>
      </w:r>
      <w:r w:rsidR="002762C4" w:rsidRPr="002762C4">
        <w:rPr>
          <w:rFonts w:cstheme="minorHAnsi"/>
          <w:b/>
          <w:szCs w:val="18"/>
          <w:lang w:eastAsia="pl-PL"/>
        </w:rPr>
        <w:t>Sukcesywne wykonywanie prac projektowych i robot budowlanych polegających na wykonywaniu przyłączy lub linii niskiego napięcia dla celów przyłączenia nowych odbiorców na terenie PGE Dystrybucja S.A. Oddział Łódź na obszarze działania RE Piotrków Tryb. w obrębie miasta i gminy Piotrków Trybunalski, Sulejów, Wolbórz, Mniszków, Aleksandrów, Wola Krzysztoporska, Rozprza</w:t>
      </w: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r w:rsidRPr="00807D09">
              <w:rPr>
                <w:rFonts w:cstheme="minorHAnsi"/>
                <w:szCs w:val="18"/>
                <w:lang w:val="de-DE"/>
              </w:rPr>
              <w:t>e-mail</w:t>
            </w:r>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1906458B" w14:textId="3340BDB2" w:rsidR="009D1912" w:rsidRDefault="002762C4" w:rsidP="00217A61">
      <w:pPr>
        <w:pStyle w:val="Akapitzlist"/>
        <w:spacing w:before="100" w:beforeAutospacing="1" w:after="100" w:afterAutospacing="1"/>
        <w:ind w:left="426"/>
        <w:rPr>
          <w:rFonts w:cstheme="minorHAnsi"/>
          <w:b/>
          <w:szCs w:val="18"/>
        </w:rPr>
      </w:pPr>
      <w:r w:rsidRPr="002762C4">
        <w:rPr>
          <w:rFonts w:cstheme="minorHAnsi"/>
          <w:b/>
          <w:szCs w:val="18"/>
        </w:rPr>
        <w:t>Sukcesywne wykonywanie prac projektowych i robot budowlanych polegających na wykonywaniu przyłączy lub linii niskiego napięcia dla celów przyłączenia nowych odbiorców na terenie PGE Dystrybucja S.A. Oddział Łódź na obszarze działania RE Piotrków Tryb. w obrębie miasta i gminy Piotrków Trybunalski, Sulejów, Wolbórz, Mniszków, Aleksandrów, Wola Krzysztoporska, Rozprza</w:t>
      </w:r>
    </w:p>
    <w:p w14:paraId="63445374" w14:textId="77777777" w:rsidR="002762C4" w:rsidRDefault="002762C4" w:rsidP="00217A61">
      <w:pPr>
        <w:pStyle w:val="Akapitzlist"/>
        <w:spacing w:before="100" w:beforeAutospacing="1" w:after="100" w:afterAutospacing="1"/>
        <w:ind w:left="426"/>
        <w:rPr>
          <w:rFonts w:cstheme="minorHAnsi"/>
          <w:b/>
          <w:szCs w:val="18"/>
        </w:rPr>
      </w:pPr>
    </w:p>
    <w:p w14:paraId="6A67BB64" w14:textId="77777777" w:rsidR="000F6245" w:rsidRPr="000F6245" w:rsidRDefault="000F6245" w:rsidP="000F6245">
      <w:pPr>
        <w:pStyle w:val="Akapitzlist"/>
        <w:spacing w:before="100" w:beforeAutospacing="1" w:after="100" w:afterAutospacing="1"/>
        <w:ind w:left="426"/>
        <w:rPr>
          <w:rFonts w:cstheme="minorHAnsi"/>
          <w:b/>
          <w:szCs w:val="18"/>
        </w:rPr>
      </w:pPr>
      <w:r w:rsidRPr="000F6245">
        <w:rPr>
          <w:rFonts w:cstheme="minorHAnsi"/>
          <w:b/>
          <w:szCs w:val="18"/>
        </w:rPr>
        <w:t>Cena ważona oferty netto ..................................... zł (słownie ........................................)</w:t>
      </w:r>
    </w:p>
    <w:p w14:paraId="288CDE6B" w14:textId="77777777" w:rsidR="000F6245" w:rsidRPr="000F6245" w:rsidRDefault="000F6245" w:rsidP="000F6245">
      <w:pPr>
        <w:pStyle w:val="Akapitzlist"/>
        <w:spacing w:before="100" w:beforeAutospacing="1" w:after="100" w:afterAutospacing="1"/>
        <w:ind w:left="426"/>
        <w:rPr>
          <w:rFonts w:cstheme="minorHAnsi"/>
          <w:b/>
          <w:szCs w:val="18"/>
        </w:rPr>
      </w:pPr>
    </w:p>
    <w:p w14:paraId="3F3D88B6" w14:textId="77777777" w:rsidR="000F6245" w:rsidRPr="000F6245" w:rsidRDefault="000F6245" w:rsidP="000F6245">
      <w:pPr>
        <w:pStyle w:val="Akapitzlist"/>
        <w:spacing w:before="100" w:beforeAutospacing="1" w:after="100" w:afterAutospacing="1"/>
        <w:ind w:left="426"/>
        <w:rPr>
          <w:rFonts w:cstheme="minorHAnsi"/>
          <w:b/>
          <w:szCs w:val="18"/>
        </w:rPr>
      </w:pPr>
      <w:r w:rsidRPr="000F6245">
        <w:rPr>
          <w:rFonts w:cstheme="minorHAnsi"/>
          <w:b/>
          <w:szCs w:val="18"/>
        </w:rPr>
        <w:t>Wartość podatku VAT .................. zł,   według stawki ……..…. %</w:t>
      </w:r>
    </w:p>
    <w:p w14:paraId="36B27FCA" w14:textId="77777777" w:rsidR="000F6245" w:rsidRPr="000F6245" w:rsidRDefault="000F6245" w:rsidP="000F6245">
      <w:pPr>
        <w:pStyle w:val="Akapitzlist"/>
        <w:spacing w:before="100" w:beforeAutospacing="1" w:after="100" w:afterAutospacing="1"/>
        <w:ind w:left="426"/>
        <w:rPr>
          <w:rFonts w:cstheme="minorHAnsi"/>
          <w:b/>
          <w:szCs w:val="18"/>
        </w:rPr>
      </w:pPr>
    </w:p>
    <w:p w14:paraId="0BD8A25E" w14:textId="5B311727" w:rsidR="00DB7EB0" w:rsidRDefault="000F6245" w:rsidP="000F6245">
      <w:pPr>
        <w:pStyle w:val="Akapitzlist"/>
        <w:spacing w:before="100" w:beforeAutospacing="1" w:after="100" w:afterAutospacing="1"/>
        <w:ind w:left="426"/>
        <w:rPr>
          <w:rFonts w:cstheme="minorHAnsi"/>
          <w:b/>
          <w:szCs w:val="18"/>
        </w:rPr>
      </w:pPr>
      <w:r w:rsidRPr="000F6245">
        <w:rPr>
          <w:rFonts w:cstheme="minorHAnsi"/>
          <w:b/>
          <w:szCs w:val="18"/>
        </w:rPr>
        <w:t>Cena ważona oferty brutto ................................. zł (słownie ...........................................)</w:t>
      </w:r>
    </w:p>
    <w:p w14:paraId="10F0BE4D" w14:textId="7257F70B" w:rsidR="00381365" w:rsidRDefault="00381365" w:rsidP="00381365">
      <w:pPr>
        <w:rPr>
          <w:rFonts w:cstheme="minorHAnsi"/>
          <w:szCs w:val="18"/>
        </w:rPr>
      </w:pPr>
    </w:p>
    <w:p w14:paraId="38D939FD" w14:textId="77777777" w:rsidR="000F6245" w:rsidRPr="000F6245" w:rsidRDefault="000F6245" w:rsidP="000F6245">
      <w:pPr>
        <w:rPr>
          <w:rFonts w:cstheme="minorHAnsi"/>
          <w:b/>
          <w:bCs/>
          <w:szCs w:val="18"/>
        </w:rPr>
      </w:pPr>
      <w:r w:rsidRPr="000F6245">
        <w:rPr>
          <w:rFonts w:cstheme="minorHAnsi"/>
          <w:b/>
          <w:bCs/>
          <w:szCs w:val="18"/>
        </w:rPr>
        <w:lastRenderedPageBreak/>
        <w:t>Uwaga:</w:t>
      </w:r>
    </w:p>
    <w:p w14:paraId="00926B91" w14:textId="77777777" w:rsidR="000F6245" w:rsidRPr="000F6245" w:rsidRDefault="000F6245" w:rsidP="000F6245">
      <w:pPr>
        <w:rPr>
          <w:rFonts w:cstheme="minorHAnsi"/>
          <w:szCs w:val="18"/>
        </w:rPr>
      </w:pPr>
      <w:r w:rsidRPr="000F6245">
        <w:rPr>
          <w:rFonts w:cstheme="minorHAnsi"/>
          <w:szCs w:val="18"/>
        </w:rPr>
        <w:t>Na łączną wartość zamówienia, składają się ceny jednostkowe przedstawione w Formularzach cenowych stanowiących załączniki nr 3.1 do SWZ.</w:t>
      </w:r>
    </w:p>
    <w:p w14:paraId="0C354630" w14:textId="77777777" w:rsidR="000F6245" w:rsidRPr="000F6245" w:rsidRDefault="000F6245" w:rsidP="000F6245">
      <w:pPr>
        <w:rPr>
          <w:rFonts w:cstheme="minorHAnsi"/>
          <w:szCs w:val="18"/>
        </w:rPr>
      </w:pPr>
    </w:p>
    <w:p w14:paraId="72D24EDE" w14:textId="77777777" w:rsidR="000F6245" w:rsidRPr="000F6245" w:rsidRDefault="000F6245" w:rsidP="000F6245">
      <w:pPr>
        <w:rPr>
          <w:rFonts w:cstheme="minorHAnsi"/>
          <w:b/>
          <w:bCs/>
          <w:szCs w:val="18"/>
        </w:rPr>
      </w:pPr>
      <w:r w:rsidRPr="000F6245">
        <w:rPr>
          <w:rFonts w:cstheme="minorHAnsi"/>
          <w:b/>
          <w:bCs/>
          <w:szCs w:val="18"/>
        </w:rPr>
        <w:t>Uwaga!</w:t>
      </w:r>
    </w:p>
    <w:p w14:paraId="09287F2B" w14:textId="4B10F408" w:rsidR="000F6245" w:rsidRPr="000F6245" w:rsidRDefault="000F6245" w:rsidP="000F6245">
      <w:pPr>
        <w:rPr>
          <w:rFonts w:cstheme="minorHAnsi"/>
          <w:szCs w:val="18"/>
        </w:rPr>
      </w:pPr>
      <w:r w:rsidRPr="000F6245">
        <w:rPr>
          <w:rFonts w:cstheme="minorHAnsi"/>
          <w:szCs w:val="18"/>
        </w:rPr>
        <w:t xml:space="preserve">Cena ważona oferty netto to przeniesiona z Załącznika nr 3.1. do SWZ cena obliczona z uwzględnieniem wag (poz. </w:t>
      </w:r>
      <w:r w:rsidR="002762C4">
        <w:rPr>
          <w:rFonts w:cstheme="minorHAnsi"/>
          <w:szCs w:val="18"/>
        </w:rPr>
        <w:t>90</w:t>
      </w:r>
      <w:r w:rsidRPr="000F6245">
        <w:rPr>
          <w:rFonts w:cstheme="minorHAnsi"/>
          <w:szCs w:val="18"/>
        </w:rPr>
        <w:t xml:space="preserve"> tego Załącznika).</w:t>
      </w:r>
    </w:p>
    <w:p w14:paraId="6E85B7A7" w14:textId="71A34EB0" w:rsidR="000F6245" w:rsidRDefault="000F6245" w:rsidP="000F6245">
      <w:pPr>
        <w:rPr>
          <w:rFonts w:cstheme="minorHAnsi"/>
          <w:szCs w:val="18"/>
        </w:rPr>
      </w:pPr>
      <w:r w:rsidRPr="000F6245">
        <w:rPr>
          <w:rFonts w:cstheme="minorHAnsi"/>
          <w:szCs w:val="18"/>
        </w:rPr>
        <w:t>Wykonawca składając ofertę w systemie SWPP2 w pozycji „cena netto” wpisuje cenę oferty netto wskazaną w Załącznikach 3 i 3.1. do SWZ.</w:t>
      </w:r>
    </w:p>
    <w:p w14:paraId="23ACA8C3" w14:textId="77777777" w:rsidR="000F6245" w:rsidRDefault="000F6245" w:rsidP="00381365">
      <w:pPr>
        <w:rPr>
          <w:rFonts w:cstheme="minorHAnsi"/>
          <w:szCs w:val="18"/>
        </w:rPr>
      </w:pPr>
    </w:p>
    <w:p w14:paraId="08940F54" w14:textId="77777777" w:rsidR="000F6245" w:rsidRPr="00B67D39" w:rsidRDefault="000F6245" w:rsidP="00381365">
      <w:pPr>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13FB767E"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04390651"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00FE43E3">
        <w:rPr>
          <w:rFonts w:cstheme="minorHAnsi"/>
          <w:szCs w:val="18"/>
        </w:rPr>
        <w:t xml:space="preserve"> </w:t>
      </w:r>
      <w:r w:rsidRPr="00B67D39">
        <w:rPr>
          <w:rFonts w:cstheme="minorHAnsi"/>
          <w:szCs w:val="18"/>
        </w:rPr>
        <w:t xml:space="preserve"> </w:t>
      </w:r>
    </w:p>
    <w:p w14:paraId="137025D5" w14:textId="77777777" w:rsidR="00B67D39" w:rsidRPr="00B67D39" w:rsidRDefault="002762C4"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2762C4"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6EBCB37F"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4"/>
      </w:r>
      <w:r w:rsidRPr="00B67D39">
        <w:rPr>
          <w:rFonts w:cstheme="minorHAnsi"/>
          <w:iCs/>
          <w:szCs w:val="18"/>
        </w:rPr>
        <w:t xml:space="preserve"> </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lastRenderedPageBreak/>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5"/>
      </w:r>
    </w:p>
    <w:p w14:paraId="1073373E"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7D34E968" w:rsidR="00B67D39" w:rsidRPr="00B67D39" w:rsidRDefault="00FE43E3" w:rsidP="00CF1059">
      <w:pPr>
        <w:pStyle w:val="Akapitzlist"/>
        <w:spacing w:before="120"/>
        <w:ind w:left="993" w:hanging="567"/>
        <w:jc w:val="both"/>
        <w:rPr>
          <w:rFonts w:cstheme="minorHAnsi"/>
          <w:szCs w:val="18"/>
        </w:rPr>
      </w:pPr>
      <w:r>
        <w:rPr>
          <w:rFonts w:cstheme="minorHAnsi"/>
          <w:szCs w:val="18"/>
          <w:lang w:eastAsia="pl-PL"/>
        </w:rPr>
        <w:t>13</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6"/>
      </w:r>
    </w:p>
    <w:p w14:paraId="07B95326" w14:textId="6C6F9644" w:rsidR="00B67D39" w:rsidRPr="00B67D39" w:rsidRDefault="00FE43E3" w:rsidP="00CF1059">
      <w:pPr>
        <w:pStyle w:val="Akapitzlist"/>
        <w:spacing w:before="120"/>
        <w:ind w:left="993" w:hanging="567"/>
        <w:jc w:val="both"/>
        <w:rPr>
          <w:rFonts w:cstheme="minorHAnsi"/>
          <w:szCs w:val="18"/>
        </w:rPr>
      </w:pPr>
      <w:r>
        <w:rPr>
          <w:rFonts w:cstheme="minorHAnsi"/>
          <w:szCs w:val="18"/>
        </w:rPr>
        <w:t>13</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074613D9" w:rsid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26743198" w14:textId="77777777" w:rsidR="00FE43E3" w:rsidRPr="00B67D39" w:rsidRDefault="00FE43E3" w:rsidP="00FE43E3">
      <w:pPr>
        <w:pStyle w:val="Akapitzlist"/>
        <w:spacing w:after="0" w:line="240" w:lineRule="exact"/>
        <w:ind w:left="1418"/>
        <w:jc w:val="both"/>
        <w:rPr>
          <w:rFonts w:cstheme="minorHAnsi"/>
          <w:szCs w:val="18"/>
          <w:lang w:eastAsia="pl-PL"/>
        </w:rPr>
      </w:pP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25E410F6" w14:textId="319E40B3" w:rsidR="00FE43E3" w:rsidRPr="00F46A13" w:rsidRDefault="002762C4" w:rsidP="00FE43E3">
      <w:pPr>
        <w:pStyle w:val="Akapitzlist"/>
        <w:spacing w:before="120" w:after="120" w:line="240" w:lineRule="exact"/>
        <w:ind w:left="1418" w:hanging="2"/>
        <w:rPr>
          <w:rFonts w:cstheme="minorHAnsi"/>
          <w:sz w:val="20"/>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54321E2D" w14:textId="77777777" w:rsidR="00B67D39" w:rsidRPr="00B67D39" w:rsidRDefault="00B67D39" w:rsidP="00CF1059">
      <w:pPr>
        <w:pStyle w:val="Akapitzlist"/>
        <w:spacing w:before="120" w:after="120" w:line="240" w:lineRule="exact"/>
        <w:ind w:left="1418" w:hanging="2"/>
        <w:jc w:val="both"/>
        <w:rPr>
          <w:rFonts w:cstheme="minorHAnsi"/>
          <w:szCs w:val="18"/>
          <w:lang w:eastAsia="pl-PL"/>
        </w:rPr>
      </w:pP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3263298C" w:rsidR="00B67D39" w:rsidRDefault="002762C4"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213D9CB4" w14:textId="77777777" w:rsidR="00FE43E3" w:rsidRPr="00B67D39" w:rsidRDefault="00FE43E3" w:rsidP="00CF1059">
      <w:pPr>
        <w:pStyle w:val="Akapitzlist"/>
        <w:spacing w:before="120" w:after="120" w:line="240" w:lineRule="exact"/>
        <w:ind w:left="1418" w:hanging="2"/>
        <w:jc w:val="both"/>
        <w:rPr>
          <w:rFonts w:cstheme="minorHAnsi"/>
          <w:szCs w:val="18"/>
          <w:lang w:eastAsia="pl-PL"/>
        </w:rPr>
      </w:pP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C2B3E73" w14:textId="77777777" w:rsidR="006D7072" w:rsidRPr="006D7072" w:rsidRDefault="006D7072" w:rsidP="006D7072">
      <w:pPr>
        <w:pStyle w:val="Akapitzlist"/>
        <w:numPr>
          <w:ilvl w:val="3"/>
          <w:numId w:val="30"/>
        </w:numPr>
        <w:spacing w:before="120" w:after="0"/>
        <w:ind w:left="426" w:hanging="426"/>
        <w:rPr>
          <w:rFonts w:cstheme="minorHAnsi"/>
          <w:b/>
          <w:color w:val="062156" w:themeColor="text2" w:themeShade="BF"/>
          <w:szCs w:val="18"/>
          <w:lang w:eastAsia="pl-PL"/>
        </w:rPr>
      </w:pPr>
      <w:r w:rsidRPr="006D7072">
        <w:rPr>
          <w:rFonts w:cstheme="minorHAnsi"/>
          <w:b/>
          <w:color w:val="062156" w:themeColor="text2" w:themeShade="BF"/>
          <w:szCs w:val="18"/>
          <w:u w:val="single"/>
          <w:lang w:eastAsia="pl-PL"/>
        </w:rPr>
        <w:t xml:space="preserve">Wadium o wartości: </w:t>
      </w:r>
    </w:p>
    <w:p w14:paraId="323E8991" w14:textId="77777777" w:rsidR="006D7072" w:rsidRDefault="006D7072" w:rsidP="006D7072">
      <w:pPr>
        <w:pStyle w:val="Akapitzlist"/>
        <w:rPr>
          <w:rFonts w:cstheme="minorHAnsi"/>
          <w:b/>
          <w:color w:val="062156" w:themeColor="text2" w:themeShade="BF"/>
          <w:szCs w:val="18"/>
          <w:lang w:eastAsia="pl-PL"/>
        </w:rPr>
      </w:pPr>
    </w:p>
    <w:p w14:paraId="26630B2C" w14:textId="10F6CD08" w:rsidR="006D7072" w:rsidRPr="000F6245" w:rsidRDefault="000F6245" w:rsidP="000F6245">
      <w:pPr>
        <w:rPr>
          <w:rFonts w:cstheme="minorHAnsi"/>
          <w:b/>
          <w:color w:val="062156" w:themeColor="text2" w:themeShade="BF"/>
          <w:szCs w:val="18"/>
          <w:lang w:eastAsia="pl-PL"/>
        </w:rPr>
      </w:pPr>
      <w:r>
        <w:rPr>
          <w:rFonts w:cstheme="minorHAnsi"/>
          <w:b/>
          <w:color w:val="062156" w:themeColor="text2" w:themeShade="BF"/>
          <w:szCs w:val="18"/>
          <w:lang w:eastAsia="pl-PL"/>
        </w:rPr>
        <w:t xml:space="preserve">        5</w:t>
      </w:r>
      <w:r w:rsidR="006D7072" w:rsidRPr="000F6245">
        <w:rPr>
          <w:rFonts w:cstheme="minorHAnsi"/>
          <w:b/>
          <w:color w:val="062156" w:themeColor="text2" w:themeShade="BF"/>
          <w:szCs w:val="18"/>
          <w:lang w:eastAsia="pl-PL"/>
        </w:rPr>
        <w:t xml:space="preserve"> 000,00 zł (</w:t>
      </w:r>
      <w:r>
        <w:rPr>
          <w:rFonts w:cstheme="minorHAnsi"/>
          <w:b/>
          <w:color w:val="062156" w:themeColor="text2" w:themeShade="BF"/>
          <w:szCs w:val="18"/>
          <w:lang w:eastAsia="pl-PL"/>
        </w:rPr>
        <w:t>pięć</w:t>
      </w:r>
      <w:r w:rsidR="006D7072" w:rsidRPr="000F6245">
        <w:rPr>
          <w:rFonts w:cstheme="minorHAnsi"/>
          <w:b/>
          <w:color w:val="062156" w:themeColor="text2" w:themeShade="BF"/>
          <w:szCs w:val="18"/>
          <w:lang w:eastAsia="pl-PL"/>
        </w:rPr>
        <w:t xml:space="preserve"> tysięcy złotych) zostało wniesione w formie:……..……………</w:t>
      </w:r>
    </w:p>
    <w:p w14:paraId="0DF347D7" w14:textId="77777777" w:rsidR="006D7072" w:rsidRPr="006D7072" w:rsidRDefault="006D7072" w:rsidP="006D7072">
      <w:pPr>
        <w:pStyle w:val="Akapitzlist"/>
        <w:rPr>
          <w:rFonts w:cstheme="minorHAnsi"/>
          <w:b/>
          <w:color w:val="062156" w:themeColor="text2" w:themeShade="BF"/>
          <w:szCs w:val="18"/>
          <w:lang w:eastAsia="pl-PL"/>
        </w:rPr>
      </w:pP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lastRenderedPageBreak/>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2B2CB4B3" w14:textId="73C6721B" w:rsidR="00381365" w:rsidRDefault="00381365" w:rsidP="00381365">
      <w:pPr>
        <w:rPr>
          <w:rFonts w:cstheme="minorHAnsi"/>
        </w:rPr>
      </w:pPr>
    </w:p>
    <w:p w14:paraId="1F146800" w14:textId="14585345" w:rsidR="00381365" w:rsidRDefault="00381365" w:rsidP="00381365">
      <w:pPr>
        <w:rPr>
          <w:rFonts w:cstheme="minorHAnsi"/>
        </w:rPr>
      </w:pPr>
    </w:p>
    <w:p w14:paraId="1B7F3631" w14:textId="611DB4E8" w:rsidR="00381365" w:rsidRDefault="00381365"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p w14:paraId="7E8AC570" w14:textId="77777777" w:rsidR="00381365" w:rsidRPr="00A62B4C" w:rsidRDefault="00381365" w:rsidP="00A62B4C">
      <w:pPr>
        <w:rPr>
          <w:rFonts w:ascii="Verdana" w:eastAsia="Verdana" w:hAnsi="Verdana" w:cs="Times New Roman"/>
        </w:rPr>
      </w:pPr>
    </w:p>
    <w:p w14:paraId="76A6DEC5" w14:textId="77777777" w:rsidR="00A62B4C" w:rsidRPr="00A62B4C" w:rsidRDefault="00A62B4C" w:rsidP="00A62B4C">
      <w:pPr>
        <w:rPr>
          <w:rFonts w:ascii="Verdana" w:eastAsia="Verdana" w:hAnsi="Verdana" w:cs="Times New Roman"/>
        </w:rPr>
      </w:pPr>
    </w:p>
    <w:p w14:paraId="4553812D" w14:textId="77777777" w:rsidR="00A62B4C" w:rsidRPr="00A62B4C" w:rsidRDefault="00A62B4C" w:rsidP="00A62B4C">
      <w:pPr>
        <w:rPr>
          <w:rFonts w:ascii="Verdana" w:eastAsia="Verdana" w:hAnsi="Verdana" w:cs="Times New Roman"/>
        </w:rPr>
      </w:pPr>
    </w:p>
    <w:p w14:paraId="2EAEF72E" w14:textId="77777777" w:rsidR="00A62B4C" w:rsidRPr="00A62B4C" w:rsidRDefault="00A62B4C" w:rsidP="00A62B4C">
      <w:pPr>
        <w:rPr>
          <w:rFonts w:ascii="Verdana" w:eastAsia="Verdana" w:hAnsi="Verdana" w:cs="Times New Roman"/>
        </w:rPr>
      </w:pPr>
    </w:p>
    <w:p w14:paraId="77E759D0" w14:textId="77777777" w:rsidR="00A62B4C" w:rsidRPr="00A62B4C" w:rsidRDefault="00A62B4C" w:rsidP="00A62B4C">
      <w:pPr>
        <w:rPr>
          <w:rFonts w:ascii="Verdana" w:eastAsia="Verdana" w:hAnsi="Verdana" w:cs="Times New Roman"/>
        </w:rPr>
      </w:pPr>
    </w:p>
    <w:p w14:paraId="5DCCD529" w14:textId="77777777" w:rsidR="00A62B4C" w:rsidRPr="00A62B4C" w:rsidRDefault="00A62B4C" w:rsidP="00A62B4C">
      <w:pPr>
        <w:rPr>
          <w:rFonts w:ascii="Verdana" w:eastAsia="Verdana" w:hAnsi="Verdana" w:cs="Times New Roman"/>
        </w:rPr>
      </w:pPr>
    </w:p>
    <w:p w14:paraId="0E449C03" w14:textId="77777777" w:rsidR="00A62B4C" w:rsidRPr="00A62B4C" w:rsidRDefault="00A62B4C" w:rsidP="00A62B4C">
      <w:pPr>
        <w:rPr>
          <w:rFonts w:ascii="Verdana" w:eastAsia="Verdana" w:hAnsi="Verdana" w:cs="Times New Roman"/>
        </w:rPr>
      </w:pPr>
    </w:p>
    <w:p w14:paraId="22610D4C" w14:textId="77777777" w:rsidR="00A62B4C" w:rsidRPr="00A62B4C" w:rsidRDefault="00A62B4C" w:rsidP="00A62B4C">
      <w:pPr>
        <w:rPr>
          <w:rFonts w:ascii="Verdana" w:eastAsia="Verdana" w:hAnsi="Verdana" w:cs="Times New Roman"/>
        </w:rPr>
      </w:pPr>
    </w:p>
    <w:p w14:paraId="60B88EA0" w14:textId="77777777" w:rsidR="00A62B4C" w:rsidRPr="00A62B4C" w:rsidRDefault="00A62B4C" w:rsidP="00A62B4C">
      <w:pPr>
        <w:rPr>
          <w:rFonts w:ascii="Verdana" w:eastAsia="Verdana" w:hAnsi="Verdana" w:cs="Times New Roman"/>
        </w:rPr>
      </w:pPr>
    </w:p>
    <w:p w14:paraId="13D2BB15" w14:textId="77777777" w:rsidR="00A62B4C" w:rsidRPr="00A62B4C" w:rsidRDefault="00A62B4C" w:rsidP="00A62B4C">
      <w:pPr>
        <w:rPr>
          <w:rFonts w:ascii="Verdana" w:eastAsia="Verdana" w:hAnsi="Verdana" w:cs="Times New Roman"/>
        </w:rPr>
      </w:pPr>
    </w:p>
    <w:p w14:paraId="7649E5EC" w14:textId="77777777" w:rsidR="00A62B4C" w:rsidRPr="00A62B4C" w:rsidRDefault="00A62B4C" w:rsidP="00A62B4C">
      <w:pPr>
        <w:rPr>
          <w:rFonts w:ascii="Verdana" w:eastAsia="Verdana" w:hAnsi="Verdana" w:cs="Times New Roman"/>
        </w:rPr>
      </w:pPr>
    </w:p>
    <w:p w14:paraId="715EADAD" w14:textId="77777777" w:rsidR="00A62B4C" w:rsidRPr="00A62B4C" w:rsidRDefault="00A62B4C" w:rsidP="00A62B4C">
      <w:pPr>
        <w:rPr>
          <w:rFonts w:ascii="Verdana" w:eastAsia="Verdana" w:hAnsi="Verdana" w:cs="Times New Roman"/>
        </w:rPr>
      </w:pPr>
    </w:p>
    <w:p w14:paraId="6A260ABF" w14:textId="2872AF0F" w:rsidR="00A62B4C" w:rsidRDefault="00A62B4C" w:rsidP="00A62B4C">
      <w:pPr>
        <w:rPr>
          <w:rFonts w:ascii="Verdana" w:eastAsia="Verdana" w:hAnsi="Verdana" w:cs="Times New Roman"/>
        </w:rPr>
      </w:pPr>
    </w:p>
    <w:p w14:paraId="52B295E2" w14:textId="19742D9F" w:rsidR="00535E9B" w:rsidRPr="00A62B4C" w:rsidRDefault="00A62B4C" w:rsidP="00A62B4C">
      <w:pPr>
        <w:tabs>
          <w:tab w:val="left" w:pos="8509"/>
        </w:tabs>
        <w:rPr>
          <w:rFonts w:ascii="Verdana" w:eastAsia="Verdana" w:hAnsi="Verdana" w:cs="Times New Roman"/>
        </w:rPr>
      </w:pPr>
      <w:r>
        <w:rPr>
          <w:rFonts w:ascii="Verdana" w:eastAsia="Verdana" w:hAnsi="Verdana" w:cs="Times New Roman"/>
        </w:rPr>
        <w:tab/>
      </w:r>
      <w:bookmarkEnd w:id="0"/>
      <w:bookmarkEnd w:id="1"/>
      <w:bookmarkEnd w:id="2"/>
      <w:bookmarkEnd w:id="3"/>
      <w:bookmarkEnd w:id="4"/>
      <w:bookmarkEnd w:id="5"/>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07E3CDDE" w:rsidR="00347E8D" w:rsidRDefault="00347E8D">
        <w:pPr>
          <w:pStyle w:val="Stopka"/>
          <w:jc w:val="right"/>
        </w:pPr>
        <w:r>
          <w:fldChar w:fldCharType="begin"/>
        </w:r>
        <w:r>
          <w:instrText>PAGE   \* MERGEFORMAT</w:instrText>
        </w:r>
        <w:r>
          <w:fldChar w:fldCharType="separate"/>
        </w:r>
        <w:r w:rsidR="00F37BC2">
          <w:rPr>
            <w:noProof/>
          </w:rPr>
          <w:t>1</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007842BF" w14:textId="77777777" w:rsidR="00FE43E3" w:rsidRPr="00FE43E3" w:rsidRDefault="00FE43E3" w:rsidP="00FE43E3">
          <w:pPr>
            <w:suppressAutoHyphens/>
            <w:ind w:right="187"/>
            <w:rPr>
              <w:rFonts w:asciiTheme="majorHAnsi" w:hAnsiTheme="majorHAnsi"/>
              <w:color w:val="000000" w:themeColor="text1"/>
              <w:sz w:val="14"/>
              <w:szCs w:val="18"/>
            </w:rPr>
          </w:pPr>
        </w:p>
        <w:p w14:paraId="5205B493" w14:textId="6FB78BD1" w:rsidR="00347E8D" w:rsidRPr="006B2C28" w:rsidRDefault="002762C4" w:rsidP="00FE43E3">
          <w:pPr>
            <w:suppressAutoHyphens/>
            <w:ind w:right="187"/>
            <w:rPr>
              <w:rFonts w:asciiTheme="majorHAnsi" w:hAnsiTheme="majorHAnsi"/>
              <w:color w:val="000000" w:themeColor="text1"/>
              <w:sz w:val="14"/>
              <w:szCs w:val="18"/>
            </w:rPr>
          </w:pPr>
          <w:r w:rsidRPr="002762C4">
            <w:rPr>
              <w:rFonts w:asciiTheme="majorHAnsi" w:hAnsiTheme="majorHAnsi"/>
              <w:color w:val="000000" w:themeColor="text1"/>
              <w:sz w:val="14"/>
              <w:szCs w:val="18"/>
            </w:rPr>
            <w:t>POST/DYS/OLD/GZ/04350/2025</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23D8979"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23D8979"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813713805">
    <w:abstractNumId w:val="18"/>
  </w:num>
  <w:num w:numId="2" w16cid:durableId="1663849158">
    <w:abstractNumId w:val="7"/>
  </w:num>
  <w:num w:numId="3" w16cid:durableId="348876487">
    <w:abstractNumId w:val="13"/>
  </w:num>
  <w:num w:numId="4" w16cid:durableId="1495485895">
    <w:abstractNumId w:val="20"/>
  </w:num>
  <w:num w:numId="5" w16cid:durableId="706104123">
    <w:abstractNumId w:val="18"/>
  </w:num>
  <w:num w:numId="6" w16cid:durableId="1377505134">
    <w:abstractNumId w:val="18"/>
  </w:num>
  <w:num w:numId="7" w16cid:durableId="1085347981">
    <w:abstractNumId w:val="3"/>
  </w:num>
  <w:num w:numId="8" w16cid:durableId="718210539">
    <w:abstractNumId w:val="27"/>
  </w:num>
  <w:num w:numId="9" w16cid:durableId="1499806434">
    <w:abstractNumId w:val="17"/>
  </w:num>
  <w:num w:numId="10" w16cid:durableId="1663003240">
    <w:abstractNumId w:val="4"/>
  </w:num>
  <w:num w:numId="11" w16cid:durableId="624694838">
    <w:abstractNumId w:val="14"/>
  </w:num>
  <w:num w:numId="12" w16cid:durableId="728114567">
    <w:abstractNumId w:val="12"/>
  </w:num>
  <w:num w:numId="13" w16cid:durableId="1252542249">
    <w:abstractNumId w:val="26"/>
  </w:num>
  <w:num w:numId="14" w16cid:durableId="25981942">
    <w:abstractNumId w:val="22"/>
  </w:num>
  <w:num w:numId="15" w16cid:durableId="1556813764">
    <w:abstractNumId w:val="16"/>
  </w:num>
  <w:num w:numId="16" w16cid:durableId="2029719403">
    <w:abstractNumId w:val="9"/>
  </w:num>
  <w:num w:numId="17" w16cid:durableId="1825928133">
    <w:abstractNumId w:val="5"/>
  </w:num>
  <w:num w:numId="18" w16cid:durableId="19239520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96975085">
    <w:abstractNumId w:val="0"/>
  </w:num>
  <w:num w:numId="20" w16cid:durableId="115373189">
    <w:abstractNumId w:val="28"/>
  </w:num>
  <w:num w:numId="21" w16cid:durableId="44722737">
    <w:abstractNumId w:val="1"/>
  </w:num>
  <w:num w:numId="22" w16cid:durableId="1245148904">
    <w:abstractNumId w:val="15"/>
  </w:num>
  <w:num w:numId="23" w16cid:durableId="1979336669">
    <w:abstractNumId w:val="10"/>
  </w:num>
  <w:num w:numId="24" w16cid:durableId="1085959463">
    <w:abstractNumId w:val="21"/>
  </w:num>
  <w:num w:numId="25" w16cid:durableId="2142991174">
    <w:abstractNumId w:val="25"/>
  </w:num>
  <w:num w:numId="26" w16cid:durableId="930430710">
    <w:abstractNumId w:val="2"/>
  </w:num>
  <w:num w:numId="27" w16cid:durableId="1430000942">
    <w:abstractNumId w:val="24"/>
  </w:num>
  <w:num w:numId="28" w16cid:durableId="1810707048">
    <w:abstractNumId w:val="23"/>
  </w:num>
  <w:num w:numId="29" w16cid:durableId="14994204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0241834">
    <w:abstractNumId w:val="19"/>
  </w:num>
  <w:num w:numId="31" w16cid:durableId="972635697">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663ED"/>
    <w:rsid w:val="00070A58"/>
    <w:rsid w:val="00071C98"/>
    <w:rsid w:val="0009045E"/>
    <w:rsid w:val="00094799"/>
    <w:rsid w:val="00094EB9"/>
    <w:rsid w:val="00096510"/>
    <w:rsid w:val="000974B1"/>
    <w:rsid w:val="000B0DBD"/>
    <w:rsid w:val="000C47A9"/>
    <w:rsid w:val="000C679C"/>
    <w:rsid w:val="000D42BE"/>
    <w:rsid w:val="000D5886"/>
    <w:rsid w:val="000E1564"/>
    <w:rsid w:val="000F6245"/>
    <w:rsid w:val="00101BCF"/>
    <w:rsid w:val="001112C2"/>
    <w:rsid w:val="00124536"/>
    <w:rsid w:val="00125A7F"/>
    <w:rsid w:val="00126CEA"/>
    <w:rsid w:val="00132B64"/>
    <w:rsid w:val="00136B64"/>
    <w:rsid w:val="0014036E"/>
    <w:rsid w:val="00145125"/>
    <w:rsid w:val="0014785F"/>
    <w:rsid w:val="0016126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17A61"/>
    <w:rsid w:val="00224257"/>
    <w:rsid w:val="0024291C"/>
    <w:rsid w:val="00257F22"/>
    <w:rsid w:val="00264A06"/>
    <w:rsid w:val="00265B9D"/>
    <w:rsid w:val="00270752"/>
    <w:rsid w:val="002743D5"/>
    <w:rsid w:val="002762C4"/>
    <w:rsid w:val="002768AC"/>
    <w:rsid w:val="002A2C78"/>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472E"/>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00F9"/>
    <w:rsid w:val="00535E9B"/>
    <w:rsid w:val="005453F1"/>
    <w:rsid w:val="00546127"/>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30888"/>
    <w:rsid w:val="0065322E"/>
    <w:rsid w:val="00655DA8"/>
    <w:rsid w:val="00660237"/>
    <w:rsid w:val="00670CE4"/>
    <w:rsid w:val="0067116D"/>
    <w:rsid w:val="0067572D"/>
    <w:rsid w:val="006775EE"/>
    <w:rsid w:val="00680F7C"/>
    <w:rsid w:val="00696995"/>
    <w:rsid w:val="006A0331"/>
    <w:rsid w:val="006A2EE1"/>
    <w:rsid w:val="006A4275"/>
    <w:rsid w:val="006B2C26"/>
    <w:rsid w:val="006B49A3"/>
    <w:rsid w:val="006C4791"/>
    <w:rsid w:val="006C4B70"/>
    <w:rsid w:val="006C6089"/>
    <w:rsid w:val="006D16F1"/>
    <w:rsid w:val="006D7072"/>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0AB"/>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25204"/>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1912"/>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32212"/>
    <w:rsid w:val="00D516C1"/>
    <w:rsid w:val="00D6344F"/>
    <w:rsid w:val="00D80E4A"/>
    <w:rsid w:val="00D9793B"/>
    <w:rsid w:val="00DA64DB"/>
    <w:rsid w:val="00DB1E5E"/>
    <w:rsid w:val="00DB3B99"/>
    <w:rsid w:val="00DB4140"/>
    <w:rsid w:val="00DB7EB0"/>
    <w:rsid w:val="00DC76F0"/>
    <w:rsid w:val="00DC7E48"/>
    <w:rsid w:val="00DD06C0"/>
    <w:rsid w:val="00DD4004"/>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37BC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3E3"/>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ofertowy.docx</dmsv2BaseFileName>
    <dmsv2BaseDisplayName xmlns="http://schemas.microsoft.com/sharepoint/v3">Załącznik nr 3 do SWZ - Formularz ofertowy</dmsv2BaseDisplayName>
    <dmsv2SWPP2ObjectNumber xmlns="http://schemas.microsoft.com/sharepoint/v3">POST/DYS/OLD/GZ/04350/2025                        </dmsv2SWPP2ObjectNumber>
    <dmsv2SWPP2SumMD5 xmlns="http://schemas.microsoft.com/sharepoint/v3">fcabcce2cda53343d3c8459940a97b33</dmsv2SWPP2SumMD5>
    <dmsv2BaseMoved xmlns="http://schemas.microsoft.com/sharepoint/v3">false</dmsv2BaseMoved>
    <dmsv2BaseIsSensitive xmlns="http://schemas.microsoft.com/sharepoint/v3">true</dmsv2BaseIsSensitive>
    <dmsv2SWPP2IDSWPP2 xmlns="http://schemas.microsoft.com/sharepoint/v3">700587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23891311</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JEUP5JKVCYQC-1440096624-5426</_dlc_DocId>
    <_dlc_DocIdUrl xmlns="a19cb1c7-c5c7-46d4-85ae-d83685407bba">
      <Url>https://swpp2.dms.gkpge.pl/sites/41/_layouts/15/DocIdRedir.aspx?ID=JEUP5JKVCYQC-1440096624-5426</Url>
      <Description>JEUP5JKVCYQC-1440096624-5426</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2628BEB-5927-416C-B0AD-7AAD22760523}"/>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8DF09127-56C0-4B00-992D-F2AE8BC21FEC}">
  <ds:schemaRefs>
    <ds:schemaRef ds:uri="http://purl.org/dc/dcmitype/"/>
    <ds:schemaRef ds:uri="http://schemas.microsoft.com/office/infopath/2007/PartnerControls"/>
    <ds:schemaRef ds:uri="http://purl.org/dc/elements/1.1/"/>
    <ds:schemaRef ds:uri="http://schemas.microsoft.com/office/2006/metadata/properties"/>
    <ds:schemaRef ds:uri="ab6a7fc3-c441-41c3-bbfc-a960266391eb"/>
    <ds:schemaRef ds:uri="http://schemas.microsoft.com/office/2006/documentManagement/types"/>
    <ds:schemaRef ds:uri="http://schemas.openxmlformats.org/package/2006/metadata/core-properties"/>
    <ds:schemaRef ds:uri="http://www.w3.org/XML/1998/namespace"/>
    <ds:schemaRef ds:uri="http://purl.org/dc/terms/"/>
  </ds:schemaRefs>
</ds:datastoreItem>
</file>

<file path=customXml/itemProps4.xml><?xml version="1.0" encoding="utf-8"?>
<ds:datastoreItem xmlns:ds="http://schemas.openxmlformats.org/officeDocument/2006/customXml" ds:itemID="{18E8C986-F765-45A3-BD9B-5D09F423F022}">
  <ds:schemaRefs>
    <ds:schemaRef ds:uri="http://schemas.openxmlformats.org/officeDocument/2006/bibliography"/>
  </ds:schemaRefs>
</ds:datastoreItem>
</file>

<file path=customXml/itemProps5.xml><?xml version="1.0" encoding="utf-8"?>
<ds:datastoreItem xmlns:ds="http://schemas.openxmlformats.org/officeDocument/2006/customXml" ds:itemID="{A6108A63-10A2-4D5E-8B03-51A2527BA21C}"/>
</file>

<file path=docProps/app.xml><?xml version="1.0" encoding="utf-8"?>
<Properties xmlns="http://schemas.openxmlformats.org/officeDocument/2006/extended-properties" xmlns:vt="http://schemas.openxmlformats.org/officeDocument/2006/docPropsVTypes">
  <Template>PGE word swz test.dotx</Template>
  <TotalTime>25</TotalTime>
  <Pages>4</Pages>
  <Words>1318</Words>
  <Characters>7911</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Goc-Moszyńska Magdalena [PGE Dystr. O.Łódź]</cp:lastModifiedBy>
  <cp:revision>10</cp:revision>
  <cp:lastPrinted>2024-07-15T11:21:00Z</cp:lastPrinted>
  <dcterms:created xsi:type="dcterms:W3CDTF">2025-10-01T10:44:00Z</dcterms:created>
  <dcterms:modified xsi:type="dcterms:W3CDTF">2025-12-02T09:58:00Z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6bb429f4-05f2-419c-9813-a174a264f00a</vt:lpwstr>
  </property>
</Properties>
</file>